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28" w:rsidRPr="000C0129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 w:rsidRPr="000C0129">
        <w:rPr>
          <w:rFonts w:ascii="Times New Roman" w:hAnsi="Times New Roman"/>
          <w:b/>
          <w:sz w:val="24"/>
          <w:szCs w:val="24"/>
        </w:rPr>
        <w:t>Pápakörnyéki Önkor</w:t>
      </w:r>
      <w:r>
        <w:rPr>
          <w:rFonts w:ascii="Times New Roman" w:hAnsi="Times New Roman"/>
          <w:b/>
          <w:sz w:val="24"/>
          <w:szCs w:val="24"/>
        </w:rPr>
        <w:t>mányzatok Feladatellátó Társulás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0C0129">
        <w:rPr>
          <w:rFonts w:ascii="Times New Roman" w:hAnsi="Times New Roman"/>
          <w:b/>
          <w:sz w:val="24"/>
          <w:szCs w:val="24"/>
        </w:rPr>
        <w:t>8541 Takácsi, Petőfi u. 1.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Feladatellátó Társulás 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Tag Önkormányzatok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polgármesterei 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részére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Pr="00A77886" w:rsidRDefault="00743D28" w:rsidP="000C0129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/>
          <w:b/>
          <w:sz w:val="24"/>
          <w:szCs w:val="24"/>
          <w:u w:val="single"/>
        </w:rPr>
        <w:t>Székhelyükön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Tisztelet Polgármester Asszony/Úr!</w:t>
      </w: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F9408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/>
          <w:sz w:val="24"/>
          <w:szCs w:val="24"/>
        </w:rPr>
        <w:t>Mellékelten megküldöm a</w:t>
      </w:r>
      <w:r>
        <w:rPr>
          <w:rFonts w:ascii="Times New Roman" w:hAnsi="Times New Roman"/>
          <w:sz w:val="24"/>
          <w:szCs w:val="24"/>
        </w:rPr>
        <w:t xml:space="preserve"> Pápakörnyéki Önkormányzatok Feladatellátó Társulás Társulási Megállapodás módosítása kapcsán a Társulási Tanács részére benyújtott előterjesztést, a módosítást, valamint a Társulási Megállapodást egységes szerkezetben. </w:t>
      </w:r>
    </w:p>
    <w:p w:rsidR="00743D28" w:rsidRDefault="00743D28" w:rsidP="00F9408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Kérem, hogy azt a Képviselő-testület soron következő ülésére </w:t>
      </w:r>
      <w:r w:rsidRPr="000C0129">
        <w:rPr>
          <w:rFonts w:ascii="Times New Roman" w:hAnsi="Times New Roman"/>
          <w:sz w:val="24"/>
          <w:szCs w:val="24"/>
        </w:rPr>
        <w:t>az alábbi</w:t>
      </w:r>
      <w:r>
        <w:rPr>
          <w:rFonts w:ascii="Times New Roman" w:hAnsi="Times New Roman"/>
          <w:sz w:val="24"/>
          <w:szCs w:val="24"/>
        </w:rPr>
        <w:t xml:space="preserve"> határozati javaslattal szíveskedjék azt előterjeszteni.</w:t>
      </w:r>
    </w:p>
    <w:p w:rsidR="00743D28" w:rsidRPr="00F9408A" w:rsidRDefault="00743D28" w:rsidP="00F9408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9408A">
        <w:rPr>
          <w:rFonts w:ascii="Times New Roman" w:hAnsi="Times New Roman"/>
          <w:b/>
          <w:sz w:val="24"/>
          <w:szCs w:val="24"/>
        </w:rPr>
        <w:t>….Község Önkormányzat Képviselő-testülete</w:t>
      </w:r>
    </w:p>
    <w:p w:rsidR="00743D28" w:rsidRPr="00F06754" w:rsidRDefault="00743D28" w:rsidP="00F940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/2014. (….)</w:t>
      </w:r>
      <w:r w:rsidRPr="00F06754">
        <w:rPr>
          <w:rFonts w:ascii="Times New Roman" w:hAnsi="Times New Roman"/>
          <w:b/>
          <w:sz w:val="24"/>
          <w:szCs w:val="24"/>
        </w:rPr>
        <w:t xml:space="preserve"> határozata</w:t>
      </w:r>
    </w:p>
    <w:p w:rsidR="00743D28" w:rsidRPr="00F06754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…..Község Önkormányzatának Képviselő-testülete</w:t>
      </w:r>
      <w:r w:rsidRPr="00F06754">
        <w:rPr>
          <w:rFonts w:ascii="Times New Roman" w:hAnsi="Times New Roman"/>
          <w:sz w:val="24"/>
          <w:szCs w:val="24"/>
        </w:rPr>
        <w:t xml:space="preserve">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743D28" w:rsidRPr="00F06754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A társulási megállapodás módosítása az azt utolsóként elfogadó képviselő-testület határozatának meghozatala napján, a társulási megállapodás 2/a. melléklet 1. pontja, 2/b. melléklet, 2/e. melléklet vonatkozásában 2015. január 1-én lép hatályba.</w:t>
      </w:r>
    </w:p>
    <w:p w:rsidR="00743D28" w:rsidRPr="00F06754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 w:rsidRPr="00F06754">
        <w:rPr>
          <w:rFonts w:ascii="Times New Roman" w:hAnsi="Times New Roman"/>
          <w:sz w:val="24"/>
          <w:szCs w:val="24"/>
        </w:rPr>
        <w:t>Határidő: Folyamatos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Ugyancsak megküldöm a Társulási Tanács 2014. szeptember 25-i ülésén elfogadott 14/2014. (IX. 25.) határozatát, ami a Társulás által fenntartott szociális ellátások intézményi térítési díj megállapítására vonatkozózik az alábbiak szerint:</w:t>
      </w:r>
    </w:p>
    <w:p w:rsidR="00743D28" w:rsidRPr="008604A6" w:rsidRDefault="00743D28" w:rsidP="009F3946">
      <w:pPr>
        <w:jc w:val="both"/>
        <w:rPr>
          <w:rFonts w:ascii="Times New Roman" w:hAnsi="Times New Roman"/>
          <w:b/>
          <w:sz w:val="26"/>
          <w:szCs w:val="26"/>
        </w:rPr>
      </w:pPr>
      <w:r w:rsidRPr="008604A6">
        <w:rPr>
          <w:rFonts w:ascii="Times New Roman" w:hAnsi="Times New Roman"/>
          <w:b/>
          <w:sz w:val="26"/>
          <w:szCs w:val="26"/>
        </w:rPr>
        <w:t xml:space="preserve">Pápakörnyéki Önkormányzatok Feladatellátó Társulás </w:t>
      </w:r>
    </w:p>
    <w:p w:rsidR="00743D28" w:rsidRPr="008604A6" w:rsidRDefault="00743D28" w:rsidP="009F3946">
      <w:pPr>
        <w:jc w:val="both"/>
        <w:rPr>
          <w:rFonts w:ascii="Times New Roman" w:hAnsi="Times New Roman"/>
          <w:b/>
          <w:sz w:val="26"/>
          <w:szCs w:val="26"/>
        </w:rPr>
      </w:pPr>
      <w:r w:rsidRPr="008604A6">
        <w:rPr>
          <w:rFonts w:ascii="Times New Roman" w:hAnsi="Times New Roman"/>
          <w:b/>
          <w:sz w:val="26"/>
          <w:szCs w:val="26"/>
        </w:rPr>
        <w:t>Társulási Tanács</w:t>
      </w:r>
    </w:p>
    <w:p w:rsidR="00743D28" w:rsidRPr="008604A6" w:rsidRDefault="00743D28" w:rsidP="009F3946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14</w:t>
      </w:r>
      <w:r w:rsidRPr="008604A6">
        <w:rPr>
          <w:rFonts w:ascii="Times New Roman" w:hAnsi="Times New Roman"/>
          <w:b/>
          <w:sz w:val="26"/>
          <w:szCs w:val="26"/>
        </w:rPr>
        <w:t>/2014. (IX. 25.) határozata</w:t>
      </w:r>
    </w:p>
    <w:p w:rsidR="00743D28" w:rsidRPr="008604A6" w:rsidRDefault="00743D28" w:rsidP="009F3946">
      <w:pPr>
        <w:jc w:val="both"/>
        <w:rPr>
          <w:rFonts w:ascii="Times New Roman" w:hAnsi="Times New Roman"/>
          <w:sz w:val="26"/>
          <w:szCs w:val="26"/>
        </w:rPr>
      </w:pPr>
      <w:r w:rsidRPr="008604A6">
        <w:rPr>
          <w:rFonts w:ascii="Times New Roman" w:hAnsi="Times New Roman"/>
          <w:sz w:val="26"/>
          <w:szCs w:val="26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743D28" w:rsidRPr="008604A6" w:rsidRDefault="00743D28" w:rsidP="009F3946">
      <w:pPr>
        <w:jc w:val="both"/>
        <w:rPr>
          <w:rFonts w:ascii="Times New Roman" w:hAnsi="Times New Roman"/>
          <w:sz w:val="26"/>
          <w:szCs w:val="26"/>
        </w:rPr>
      </w:pPr>
      <w:r w:rsidRPr="008604A6">
        <w:rPr>
          <w:rFonts w:ascii="Times New Roman" w:hAnsi="Times New Roman"/>
          <w:sz w:val="26"/>
          <w:szCs w:val="26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Takácsi Község Önkormányzata részére történő előterjesztéséről.</w:t>
      </w:r>
    </w:p>
    <w:p w:rsidR="00743D28" w:rsidRPr="008604A6" w:rsidRDefault="00743D28" w:rsidP="009F3946">
      <w:pPr>
        <w:jc w:val="both"/>
        <w:rPr>
          <w:rFonts w:ascii="Times New Roman" w:hAnsi="Times New Roman"/>
          <w:sz w:val="26"/>
          <w:szCs w:val="26"/>
        </w:rPr>
      </w:pPr>
      <w:r w:rsidRPr="008604A6">
        <w:rPr>
          <w:rFonts w:ascii="Times New Roman" w:hAnsi="Times New Roman"/>
          <w:sz w:val="26"/>
          <w:szCs w:val="26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743D28" w:rsidRPr="008604A6" w:rsidRDefault="00743D28" w:rsidP="009F3946">
      <w:pPr>
        <w:tabs>
          <w:tab w:val="left" w:pos="5400"/>
        </w:tabs>
        <w:jc w:val="both"/>
        <w:rPr>
          <w:rFonts w:ascii="Times New Roman" w:hAnsi="Times New Roman"/>
          <w:sz w:val="26"/>
          <w:szCs w:val="26"/>
        </w:rPr>
      </w:pPr>
      <w:r w:rsidRPr="008604A6">
        <w:rPr>
          <w:rFonts w:ascii="Times New Roman" w:hAnsi="Times New Roman"/>
          <w:sz w:val="26"/>
          <w:szCs w:val="26"/>
        </w:rPr>
        <w:t xml:space="preserve">4. A térítési díj összege Gic Község Önkormányzat illetékességi területén 2014. február 1-től lép hatályba. </w:t>
      </w:r>
    </w:p>
    <w:p w:rsidR="00743D28" w:rsidRPr="008604A6" w:rsidRDefault="00743D28" w:rsidP="009F3946">
      <w:pPr>
        <w:jc w:val="both"/>
        <w:rPr>
          <w:rFonts w:ascii="Times New Roman" w:hAnsi="Times New Roman"/>
          <w:sz w:val="26"/>
          <w:szCs w:val="26"/>
        </w:rPr>
      </w:pPr>
      <w:r w:rsidRPr="008604A6">
        <w:rPr>
          <w:rFonts w:ascii="Times New Roman" w:hAnsi="Times New Roman"/>
          <w:sz w:val="26"/>
          <w:szCs w:val="26"/>
        </w:rPr>
        <w:t xml:space="preserve">Határidő: azonnal </w:t>
      </w:r>
    </w:p>
    <w:p w:rsidR="00743D28" w:rsidRDefault="00743D28" w:rsidP="009F394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Felelős: Elnök</w:t>
      </w:r>
    </w:p>
    <w:p w:rsidR="00743D28" w:rsidRDefault="00743D28" w:rsidP="009F3946">
      <w:pPr>
        <w:jc w:val="both"/>
        <w:rPr>
          <w:rFonts w:ascii="Times New Roman" w:hAnsi="Times New Roman"/>
          <w:sz w:val="26"/>
          <w:szCs w:val="26"/>
        </w:rPr>
      </w:pPr>
    </w:p>
    <w:p w:rsidR="00743D28" w:rsidRPr="008604A6" w:rsidRDefault="00743D28" w:rsidP="009F3946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</w:rPr>
      </w:pPr>
      <w:r w:rsidRPr="008604A6">
        <w:rPr>
          <w:rFonts w:ascii="Garamond" w:hAnsi="Garamond"/>
          <w:b/>
          <w:bCs/>
          <w:sz w:val="26"/>
          <w:szCs w:val="26"/>
        </w:rPr>
        <w:t>1. melléklet</w:t>
      </w:r>
    </w:p>
    <w:p w:rsidR="00743D28" w:rsidRPr="008604A6" w:rsidRDefault="00743D28" w:rsidP="009F3946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</w:rPr>
      </w:pP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8604A6">
        <w:rPr>
          <w:rFonts w:ascii="Times-Bold" w:hAnsi="Times-Bold" w:cs="Times-Bold"/>
          <w:b/>
          <w:bCs/>
          <w:sz w:val="24"/>
          <w:szCs w:val="24"/>
        </w:rPr>
        <w:t>Takácsi Község Önkormányzat Képvisel</w:t>
      </w:r>
      <w:r w:rsidRPr="008604A6">
        <w:rPr>
          <w:rFonts w:ascii="TimesNewRoman,Bold" w:hAnsi="TimesNewRoman,Bold" w:cs="TimesNewRoman,Bold"/>
          <w:b/>
          <w:bCs/>
          <w:sz w:val="24"/>
          <w:szCs w:val="24"/>
        </w:rPr>
        <w:t>ő</w:t>
      </w:r>
      <w:r w:rsidRPr="008604A6">
        <w:rPr>
          <w:rFonts w:ascii="Times-Bold" w:hAnsi="Times-Bold" w:cs="Times-Bold"/>
          <w:b/>
          <w:bCs/>
          <w:sz w:val="24"/>
          <w:szCs w:val="24"/>
        </w:rPr>
        <w:t>-testülete</w:t>
      </w: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8604A6">
        <w:rPr>
          <w:rFonts w:ascii="Times-Bold" w:hAnsi="Times-Bold" w:cs="Times-Bold"/>
          <w:b/>
          <w:bCs/>
          <w:sz w:val="24"/>
          <w:szCs w:val="24"/>
        </w:rPr>
        <w:t>/2014. (…) önkormányzati rendelete</w:t>
      </w: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8604A6">
        <w:rPr>
          <w:rFonts w:ascii="Times-Bold" w:hAnsi="Times-Bold" w:cs="Times-Bold"/>
          <w:b/>
          <w:bCs/>
          <w:sz w:val="24"/>
          <w:szCs w:val="24"/>
        </w:rPr>
        <w:t xml:space="preserve">a Pápakörnyéki Önkormányzatok Feladatellátó Társulása </w:t>
      </w: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  <w:r w:rsidRPr="008604A6">
        <w:rPr>
          <w:rFonts w:ascii="Times-Bold" w:hAnsi="Times-Bold" w:cs="Times-Bold"/>
          <w:b/>
          <w:bCs/>
          <w:sz w:val="24"/>
          <w:szCs w:val="24"/>
        </w:rPr>
        <w:t xml:space="preserve"> által fenntartott szociális ellátások intézményi térítési díjáról</w:t>
      </w: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743D28" w:rsidRPr="008604A6" w:rsidRDefault="00743D28" w:rsidP="009F3946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Takácsi Község Önkormányzat Képvisel</w:t>
      </w:r>
      <w:r w:rsidRPr="008604A6">
        <w:rPr>
          <w:rFonts w:ascii="TimesNewRoman" w:hAnsi="TimesNewRoman" w:cs="TimesNewRoman"/>
          <w:sz w:val="24"/>
          <w:szCs w:val="24"/>
        </w:rPr>
        <w:t>ő</w:t>
      </w:r>
      <w:r w:rsidRPr="008604A6">
        <w:rPr>
          <w:rFonts w:ascii="Times-Roman" w:hAnsi="Times-Roman" w:cs="Times-Roman"/>
          <w:sz w:val="24"/>
          <w:szCs w:val="24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pontjában, és Magyarország helyi önkormányzatairól szóló 2011. évi CLXXXIX. törvény 13. § (1) bekezdés 8. pontjában meghatározott feladatkörében eljárva, a társulásban részt vevő önkormányzatok vélem</w:t>
      </w:r>
      <w:r>
        <w:rPr>
          <w:rFonts w:ascii="Times-Roman" w:hAnsi="Times-Roman" w:cs="Times-Roman"/>
          <w:sz w:val="24"/>
          <w:szCs w:val="24"/>
        </w:rPr>
        <w:t>ényének a kikérésével a következő</w:t>
      </w:r>
      <w:r w:rsidRPr="008604A6">
        <w:rPr>
          <w:rFonts w:ascii="Times-Roman" w:hAnsi="Times-Roman" w:cs="Times-Roman"/>
          <w:sz w:val="24"/>
          <w:szCs w:val="24"/>
        </w:rPr>
        <w:t>ket rendeli el:</w:t>
      </w:r>
    </w:p>
    <w:p w:rsidR="00743D28" w:rsidRPr="008604A6" w:rsidRDefault="00743D28" w:rsidP="009F3946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743D28" w:rsidRPr="008604A6" w:rsidRDefault="00743D28" w:rsidP="009F3946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1. § (1)  Takácsi Község Önkormányzat Képvisel</w:t>
      </w:r>
      <w:r w:rsidRPr="008604A6">
        <w:rPr>
          <w:rFonts w:ascii="TimesNewRoman" w:hAnsi="TimesNewRoman" w:cs="TimesNewRoman"/>
          <w:sz w:val="24"/>
          <w:szCs w:val="24"/>
        </w:rPr>
        <w:t>ő</w:t>
      </w:r>
      <w:r w:rsidRPr="008604A6">
        <w:rPr>
          <w:rFonts w:ascii="Times-Roman" w:hAnsi="Times-Roman" w:cs="Times-Roman"/>
          <w:sz w:val="24"/>
          <w:szCs w:val="24"/>
        </w:rPr>
        <w:t>-testülete a Pápakörnyéki Önkormányzatok Feladatellátó Társulás fenntartásában m</w:t>
      </w:r>
      <w:r w:rsidRPr="008604A6">
        <w:rPr>
          <w:rFonts w:ascii="TimesNewRoman" w:hAnsi="TimesNewRoman" w:cs="TimesNewRoman"/>
          <w:sz w:val="24"/>
          <w:szCs w:val="24"/>
        </w:rPr>
        <w:t>ű</w:t>
      </w:r>
      <w:r w:rsidRPr="008604A6">
        <w:rPr>
          <w:rFonts w:ascii="Times-Roman" w:hAnsi="Times-Roman" w:cs="Times-Roman"/>
          <w:sz w:val="24"/>
          <w:szCs w:val="24"/>
        </w:rPr>
        <w:t>ködő</w:t>
      </w:r>
      <w:r w:rsidRPr="008604A6">
        <w:rPr>
          <w:rFonts w:ascii="TimesNewRoman" w:hAnsi="TimesNewRoman" w:cs="TimesNewRoman"/>
          <w:sz w:val="24"/>
          <w:szCs w:val="24"/>
        </w:rPr>
        <w:t xml:space="preserve"> </w:t>
      </w:r>
      <w:r w:rsidRPr="008604A6">
        <w:rPr>
          <w:rFonts w:ascii="Times-Roman" w:hAnsi="Times-Roman" w:cs="Times-Roman"/>
          <w:sz w:val="24"/>
          <w:szCs w:val="24"/>
        </w:rPr>
        <w:t>Pápakörnyéki Önkormányzatok Feladatellátó Intézményben a szolgáltatási önköltség és a központi költségvetésr</w:t>
      </w:r>
      <w:r w:rsidRPr="008604A6">
        <w:rPr>
          <w:rFonts w:ascii="TimesNewRoman" w:hAnsi="TimesNewRoman" w:cs="TimesNewRoman"/>
          <w:sz w:val="24"/>
          <w:szCs w:val="24"/>
        </w:rPr>
        <w:t>ő</w:t>
      </w:r>
      <w:r w:rsidRPr="008604A6">
        <w:rPr>
          <w:rFonts w:ascii="Times-Roman" w:hAnsi="Times-Roman" w:cs="Times-Roman"/>
          <w:sz w:val="24"/>
          <w:szCs w:val="24"/>
        </w:rPr>
        <w:t>l</w:t>
      </w:r>
      <w:r w:rsidRPr="008604A6">
        <w:rPr>
          <w:rFonts w:ascii="TimesNewRoman" w:hAnsi="TimesNewRoman" w:cs="TimesNewRoman"/>
          <w:sz w:val="24"/>
          <w:szCs w:val="24"/>
        </w:rPr>
        <w:t xml:space="preserve"> </w:t>
      </w:r>
      <w:r w:rsidRPr="008604A6">
        <w:rPr>
          <w:rFonts w:ascii="Times-Roman" w:hAnsi="Times-Roman" w:cs="Times-Roman"/>
          <w:sz w:val="24"/>
          <w:szCs w:val="24"/>
        </w:rPr>
        <w:t>szóló törvényben biztosított támogatás egy főre jutó összegének különbözeteként számított</w:t>
      </w:r>
      <w:r w:rsidRPr="008604A6">
        <w:rPr>
          <w:rFonts w:ascii="TimesNewRoman" w:hAnsi="TimesNewRoman" w:cs="TimesNewRoman"/>
          <w:sz w:val="24"/>
          <w:szCs w:val="24"/>
        </w:rPr>
        <w:t xml:space="preserve"> </w:t>
      </w:r>
      <w:r w:rsidRPr="008604A6">
        <w:rPr>
          <w:rFonts w:ascii="Times-Roman" w:hAnsi="Times-Roman" w:cs="Times-Roman"/>
          <w:sz w:val="24"/>
          <w:szCs w:val="24"/>
        </w:rPr>
        <w:t>intézményi térítési díjat az alábbiak szerint állapítja meg.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(2) Házi segítségnyújtás: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a) önköltség: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983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b) normatíva: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723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c) önköltség normatíva különbözete:</w:t>
      </w:r>
      <w:r w:rsidRPr="008604A6">
        <w:rPr>
          <w:rFonts w:ascii="Times-Roman" w:hAnsi="Times-Roman" w:cs="Times-Roman"/>
          <w:sz w:val="24"/>
          <w:szCs w:val="24"/>
        </w:rPr>
        <w:tab/>
        <w:t>260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d) intézményi térítési díj: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260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(3) Házi segítségnyújtás Gic Község Önkormányzat illetékességi területén: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a) önköltség: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983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b) normatíva: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723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c) önköltség normatíva különbözete:</w:t>
      </w:r>
      <w:r w:rsidRPr="008604A6">
        <w:rPr>
          <w:rFonts w:ascii="Times-Roman" w:hAnsi="Times-Roman" w:cs="Times-Roman"/>
          <w:sz w:val="24"/>
          <w:szCs w:val="24"/>
        </w:rPr>
        <w:tab/>
        <w:t>260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d) önkormányzati támogatás: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130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d) intézményi térítési díj:</w:t>
      </w:r>
      <w:r w:rsidRPr="008604A6">
        <w:rPr>
          <w:rFonts w:ascii="Times-Roman" w:hAnsi="Times-Roman" w:cs="Times-Roman"/>
          <w:sz w:val="24"/>
          <w:szCs w:val="24"/>
        </w:rPr>
        <w:tab/>
      </w:r>
      <w:r w:rsidRPr="008604A6">
        <w:rPr>
          <w:rFonts w:ascii="Times-Roman" w:hAnsi="Times-Roman" w:cs="Times-Roman"/>
          <w:sz w:val="24"/>
          <w:szCs w:val="24"/>
        </w:rPr>
        <w:tab/>
        <w:t>130 Ft/óra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2.§ (1) E rendelet kihirdetését követő nap lép hatályba.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(2) A rendelet 1. § (3) bekezdésének rendelkezéseit 2014. február 1-től kell alkalmazni.</w:t>
      </w:r>
    </w:p>
    <w:p w:rsidR="00743D28" w:rsidRPr="008604A6" w:rsidRDefault="00743D28" w:rsidP="009F394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743D28" w:rsidRPr="008604A6" w:rsidRDefault="00743D28" w:rsidP="009F3946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>Kunszt Szabolcs                                                                        Pfilfné Bagics Judit</w:t>
      </w:r>
    </w:p>
    <w:p w:rsidR="00743D28" w:rsidRDefault="00743D28" w:rsidP="009F3946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8604A6">
        <w:rPr>
          <w:rFonts w:ascii="Times-Roman" w:hAnsi="Times-Roman" w:cs="Times-Roman"/>
          <w:sz w:val="24"/>
          <w:szCs w:val="24"/>
        </w:rPr>
        <w:t xml:space="preserve">      </w:t>
      </w:r>
      <w:r>
        <w:rPr>
          <w:rFonts w:ascii="Times-Roman" w:hAnsi="Times-Roman" w:cs="Times-Roman"/>
          <w:sz w:val="24"/>
          <w:szCs w:val="24"/>
        </w:rPr>
        <w:t xml:space="preserve">       polgármester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jegyző</w:t>
      </w:r>
    </w:p>
    <w:p w:rsidR="00743D28" w:rsidRDefault="00743D28" w:rsidP="009F3946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Takácsi Község Önkormányzat Képviselő-testülete alkot rendeletet.</w:t>
      </w:r>
    </w:p>
    <w:p w:rsidR="00743D28" w:rsidRPr="00AD033E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vevő önkormányok képviselő-testületeinek a véleményét kikérni az intézményi térítési díj megállapítása kapcsán.</w:t>
      </w:r>
    </w:p>
    <w:p w:rsidR="00743D28" w:rsidRDefault="00743D28" w:rsidP="0010736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743D28" w:rsidRPr="00A77886" w:rsidRDefault="00743D28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>….Község Önkormányzat Képviselő-testülete</w:t>
      </w:r>
    </w:p>
    <w:p w:rsidR="00743D28" w:rsidRPr="00A77886" w:rsidRDefault="00743D28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>/2014. (…..) határozata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14/2014. (IX. 25.) határozatával jóváhagyott intézményi térítési díj önkormányzati rendeletben történő megállapításával egyetért.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2014. október 22.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Pr="00A77886" w:rsidRDefault="00743D28" w:rsidP="00F9408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>Üdvözlettel:</w:t>
      </w:r>
    </w:p>
    <w:p w:rsidR="00743D28" w:rsidRPr="00A77886" w:rsidRDefault="00743D28" w:rsidP="00F9408A">
      <w:pPr>
        <w:jc w:val="both"/>
        <w:rPr>
          <w:rFonts w:ascii="Times New Roman" w:hAnsi="Times New Roman"/>
          <w:b/>
          <w:sz w:val="24"/>
          <w:szCs w:val="24"/>
        </w:rPr>
      </w:pPr>
    </w:p>
    <w:p w:rsidR="00743D28" w:rsidRPr="00A77886" w:rsidRDefault="00743D28" w:rsidP="00F9408A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Varga Péter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</w:r>
      <w:r w:rsidRPr="00A77886">
        <w:rPr>
          <w:rFonts w:ascii="Times New Roman" w:hAnsi="Times New Roman"/>
          <w:b/>
          <w:sz w:val="24"/>
          <w:szCs w:val="24"/>
        </w:rPr>
        <w:tab/>
        <w:t xml:space="preserve">  polgármester</w:t>
      </w: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Pr="00F06754" w:rsidRDefault="00743D28" w:rsidP="00F9408A">
      <w:pPr>
        <w:jc w:val="both"/>
        <w:rPr>
          <w:rFonts w:ascii="Times New Roman" w:hAnsi="Times New Roman"/>
          <w:sz w:val="24"/>
          <w:szCs w:val="24"/>
        </w:rPr>
      </w:pPr>
    </w:p>
    <w:p w:rsidR="00743D28" w:rsidRPr="000C0129" w:rsidRDefault="00743D28" w:rsidP="000C01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Pr="000C0129" w:rsidRDefault="00743D28" w:rsidP="000C012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43D28" w:rsidRDefault="00743D28" w:rsidP="000C0129">
      <w:pPr>
        <w:pStyle w:val="NoSpacing"/>
      </w:pPr>
    </w:p>
    <w:p w:rsidR="00743D28" w:rsidRDefault="00743D28" w:rsidP="000C0129">
      <w:pPr>
        <w:pStyle w:val="NoSpacing"/>
      </w:pPr>
    </w:p>
    <w:p w:rsidR="00743D28" w:rsidRDefault="00743D28" w:rsidP="000C0129">
      <w:pPr>
        <w:pStyle w:val="NoSpacing"/>
      </w:pPr>
    </w:p>
    <w:p w:rsidR="00743D28" w:rsidRDefault="00743D28"/>
    <w:sectPr w:rsidR="00743D28" w:rsidSect="00A06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129"/>
    <w:rsid w:val="000C0129"/>
    <w:rsid w:val="00107362"/>
    <w:rsid w:val="00223A58"/>
    <w:rsid w:val="00226E43"/>
    <w:rsid w:val="00410B4E"/>
    <w:rsid w:val="004724DB"/>
    <w:rsid w:val="00480A77"/>
    <w:rsid w:val="00743D28"/>
    <w:rsid w:val="008604A6"/>
    <w:rsid w:val="00871A0D"/>
    <w:rsid w:val="008F4D88"/>
    <w:rsid w:val="00976CB3"/>
    <w:rsid w:val="009F3946"/>
    <w:rsid w:val="00A0654D"/>
    <w:rsid w:val="00A77886"/>
    <w:rsid w:val="00AD033E"/>
    <w:rsid w:val="00B662E3"/>
    <w:rsid w:val="00C931EF"/>
    <w:rsid w:val="00F06754"/>
    <w:rsid w:val="00F9408A"/>
    <w:rsid w:val="00FC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08A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C012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71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A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732</Words>
  <Characters>5058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subject/>
  <dc:creator>Vida Laszlo</dc:creator>
  <cp:keywords/>
  <dc:description/>
  <cp:lastModifiedBy>Pápakovácsi</cp:lastModifiedBy>
  <cp:revision>2</cp:revision>
  <cp:lastPrinted>2014-10-02T11:54:00Z</cp:lastPrinted>
  <dcterms:created xsi:type="dcterms:W3CDTF">2014-12-09T08:12:00Z</dcterms:created>
  <dcterms:modified xsi:type="dcterms:W3CDTF">2014-12-09T08:12:00Z</dcterms:modified>
</cp:coreProperties>
</file>