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CF9" w:rsidRPr="00E1379E" w:rsidRDefault="00087CF9" w:rsidP="00E1379E">
      <w:pPr>
        <w:pStyle w:val="NoSpacing"/>
        <w:jc w:val="center"/>
        <w:rPr>
          <w:b/>
          <w:i/>
        </w:rPr>
      </w:pPr>
      <w:r w:rsidRPr="00E1379E">
        <w:rPr>
          <w:b/>
          <w:i/>
        </w:rPr>
        <w:t>ELŐTERJESZTÉS</w:t>
      </w:r>
    </w:p>
    <w:p w:rsidR="00087CF9" w:rsidRDefault="00087CF9" w:rsidP="00E1379E">
      <w:pPr>
        <w:pStyle w:val="NoSpacing"/>
      </w:pPr>
      <w:r>
        <w:t xml:space="preserve"> </w:t>
      </w:r>
    </w:p>
    <w:p w:rsidR="00087CF9" w:rsidRPr="00E1379E" w:rsidRDefault="00087CF9" w:rsidP="00E1379E">
      <w:pPr>
        <w:pStyle w:val="NoSpacing"/>
        <w:jc w:val="center"/>
        <w:rPr>
          <w:b/>
          <w:i/>
        </w:rPr>
      </w:pPr>
      <w:r w:rsidRPr="00E1379E">
        <w:rPr>
          <w:b/>
          <w:i/>
        </w:rPr>
        <w:t>Nóráp Község Önkormányzat Képviselő-testülete</w:t>
      </w:r>
    </w:p>
    <w:p w:rsidR="00087CF9" w:rsidRPr="00E1379E" w:rsidRDefault="00087CF9" w:rsidP="00E1379E">
      <w:pPr>
        <w:pStyle w:val="NoSpacing"/>
        <w:jc w:val="center"/>
        <w:rPr>
          <w:b/>
          <w:i/>
        </w:rPr>
      </w:pPr>
      <w:r w:rsidRPr="00E1379E">
        <w:rPr>
          <w:b/>
          <w:i/>
        </w:rPr>
        <w:t xml:space="preserve">2014. március </w:t>
      </w:r>
      <w:r>
        <w:rPr>
          <w:b/>
          <w:i/>
        </w:rPr>
        <w:t xml:space="preserve">27. </w:t>
      </w:r>
      <w:r w:rsidRPr="00E1379E">
        <w:rPr>
          <w:b/>
          <w:i/>
        </w:rPr>
        <w:t xml:space="preserve"> napján tartandó ülésére</w:t>
      </w:r>
    </w:p>
    <w:p w:rsidR="00087CF9" w:rsidRDefault="00087CF9" w:rsidP="00E1379E">
      <w:pPr>
        <w:pStyle w:val="NoSpacing"/>
      </w:pPr>
      <w:r>
        <w:t xml:space="preserve"> </w:t>
      </w:r>
    </w:p>
    <w:p w:rsidR="00087CF9" w:rsidRDefault="00087CF9" w:rsidP="00E1379E">
      <w:pPr>
        <w:pStyle w:val="NoSpacing"/>
      </w:pPr>
    </w:p>
    <w:p w:rsidR="00087CF9" w:rsidRDefault="00087CF9" w:rsidP="00E1379E">
      <w:pPr>
        <w:pStyle w:val="NoSpacing"/>
      </w:pPr>
      <w:r w:rsidRPr="00E1379E">
        <w:rPr>
          <w:b/>
          <w:i/>
        </w:rPr>
        <w:t>Tárgy</w:t>
      </w:r>
      <w:r>
        <w:t xml:space="preserve">: A 2013. évi költségvetési rendelet módosítása </w:t>
      </w:r>
    </w:p>
    <w:p w:rsidR="00087CF9" w:rsidRDefault="00087CF9" w:rsidP="00E1379E">
      <w:pPr>
        <w:pStyle w:val="NoSpacing"/>
      </w:pPr>
    </w:p>
    <w:p w:rsidR="00087CF9" w:rsidRDefault="00087CF9" w:rsidP="00E1379E">
      <w:pPr>
        <w:pStyle w:val="NoSpacing"/>
      </w:pPr>
    </w:p>
    <w:p w:rsidR="00087CF9" w:rsidRDefault="00087CF9" w:rsidP="00E1379E">
      <w:pPr>
        <w:pStyle w:val="NoSpacing"/>
      </w:pPr>
      <w:r>
        <w:t xml:space="preserve">Tisztelt Képviselő-testület! </w:t>
      </w:r>
    </w:p>
    <w:p w:rsidR="00087CF9" w:rsidRDefault="00087CF9" w:rsidP="00E1379E">
      <w:pPr>
        <w:pStyle w:val="NoSpacing"/>
      </w:pPr>
      <w:r>
        <w:t xml:space="preserve"> </w:t>
      </w:r>
    </w:p>
    <w:p w:rsidR="00087CF9" w:rsidRDefault="00087CF9" w:rsidP="0019619F">
      <w:pPr>
        <w:pStyle w:val="NoSpacing"/>
        <w:jc w:val="both"/>
      </w:pPr>
      <w:r>
        <w:t>A helyi önkormányzat a költségvetéséből finanszírozza és látja el a helyi önkormányzatokról szóló és más törvényben meghatározott feladatait. Az önkormányzat költségvetése az államháztartás része, ahhoz teljes pénzforgalmával kapcsolódik. Az önkormányzati költségvetés az állami költségvetéstől elkülönül, ahhoz az állami támogatásokkal és más költségvetési kapcsolatokkal kötődik. A helyi önkormányzat gazdálkodásának biztonságáért a képviselő-testület, a gazdálkodás szabályszerűségéért a polgármester felelős. A képviselő-testület által jóváhagyott előirányzatok és a költségvetési létszámkeret módosítását, közöttük átcsoportosítást Nóráp községben a képviselő-testület engedélyezhet. Az évközi bevételek és kiadások alapján a képviselő-testületnek a költségvetésről szóló rendeletét módosítania kell. Az előirányzattal rendelkező önkormányzat részére megállapított kiadási, bevételi, kiemelt- és más rész, illetve létszám előirányzat növelése vagy csökkentése tekintendő előirányzat-módosításnak. A költségvetés bevételi, kiadási főösszegének változatlansága mellett, egyidejűleg előirányzat csökkentéssel és – növeléssel végrehajtható módosítás költségvetési előirányzat-átcsoportosításnak minősül. A helyi önkormányzat, saját költségvetését – rendeletének módosításával – képviselő-testületi döntéssel megváltoztathatja. A Képviselő-testület a költségvetésről szóló rendeletének módosítását negyedévenként, de legkésőbb zárszámadási rendelettervezet képviselő-testület elé terjesztéséig december 31-i hatállyal dönt a költségvetési rendeletének ennek megfelelő módosításáról.</w:t>
      </w:r>
    </w:p>
    <w:p w:rsidR="00087CF9" w:rsidRPr="00DE788A" w:rsidRDefault="00087CF9" w:rsidP="0019619F">
      <w:pPr>
        <w:pStyle w:val="NoSpacing"/>
        <w:jc w:val="both"/>
      </w:pPr>
      <w:r>
        <w:t>Nóráp</w:t>
      </w:r>
      <w:r w:rsidRPr="00DE788A">
        <w:t xml:space="preserve"> Község Önkormányzat Képviselő-testülete az 1/2013./II.</w:t>
      </w:r>
      <w:r>
        <w:t>28</w:t>
      </w:r>
      <w:r w:rsidRPr="00DE788A">
        <w:t>./ számú rendelettel hagyta jóvá az Önkormányzat 2013. évi költségvetését.</w:t>
      </w:r>
    </w:p>
    <w:p w:rsidR="00087CF9" w:rsidRPr="00DE788A" w:rsidRDefault="00087CF9" w:rsidP="00DE788A">
      <w:pPr>
        <w:pStyle w:val="NoSpacing"/>
      </w:pPr>
    </w:p>
    <w:p w:rsidR="00087CF9" w:rsidRPr="00DE788A" w:rsidRDefault="00087CF9" w:rsidP="0019619F">
      <w:pPr>
        <w:pStyle w:val="NoSpacing"/>
        <w:jc w:val="both"/>
      </w:pPr>
      <w:r w:rsidRPr="00DE788A">
        <w:t xml:space="preserve">Az Önkormányzat 2013. évi költségvetésének bevételi és kiadási főösszege jelen módosítással </w:t>
      </w:r>
      <w:r>
        <w:t>746</w:t>
      </w:r>
      <w:r w:rsidRPr="00DE788A">
        <w:t xml:space="preserve">  ezer forinttal </w:t>
      </w:r>
      <w:r>
        <w:t>nőtt</w:t>
      </w:r>
      <w:r w:rsidRPr="00DE788A">
        <w:t>,</w:t>
      </w:r>
      <w:r>
        <w:t xml:space="preserve"> azaz </w:t>
      </w:r>
      <w:r w:rsidRPr="00DE788A">
        <w:t xml:space="preserve"> </w:t>
      </w:r>
      <w:r>
        <w:t>31.447</w:t>
      </w:r>
      <w:r w:rsidRPr="00DE788A">
        <w:t xml:space="preserve"> ezer forintra módosul.</w:t>
      </w:r>
    </w:p>
    <w:p w:rsidR="00087CF9" w:rsidRPr="00DE788A" w:rsidRDefault="00087CF9" w:rsidP="00DE788A">
      <w:pPr>
        <w:pStyle w:val="NoSpacing"/>
      </w:pPr>
    </w:p>
    <w:p w:rsidR="00087CF9" w:rsidRDefault="00087CF9" w:rsidP="0019619F">
      <w:pPr>
        <w:pStyle w:val="NoSpacing"/>
        <w:jc w:val="both"/>
      </w:pPr>
      <w:r w:rsidRPr="00DE788A">
        <w:t>A költségvetés módosítására az elmúlt idősz</w:t>
      </w:r>
      <w:r>
        <w:t>ak változásai miatt került sor, többek között az állami támogatások igénylésére való tekintettel (lakásfenntartási támogatás, rendszeres szociális segély, szerkezetátalakítási tartalék), valamint a kereset-kiegészítés állam által történő megtérítése miatt. A módosítás részletezését (személyi juttatások, munkaadót terhelő járulékok stb.) a rendelettervezet mutatja be.</w:t>
      </w:r>
    </w:p>
    <w:p w:rsidR="00087CF9" w:rsidRDefault="00087CF9" w:rsidP="00DE788A">
      <w:pPr>
        <w:pStyle w:val="NoSpacing"/>
      </w:pPr>
    </w:p>
    <w:p w:rsidR="00087CF9" w:rsidRPr="00DE788A" w:rsidRDefault="00087CF9" w:rsidP="00DE788A">
      <w:pPr>
        <w:pStyle w:val="NoSpacing"/>
      </w:pPr>
    </w:p>
    <w:p w:rsidR="00087CF9" w:rsidRDefault="00087CF9" w:rsidP="0019619F">
      <w:pPr>
        <w:pStyle w:val="NoSpacing"/>
        <w:jc w:val="both"/>
      </w:pPr>
      <w:r>
        <w:t>Kérem a Tisztelt Képviselő-testületet Nóráp Község Önkormányzata 2013. évi költségvetési rendeletének módosítását megtárgyalni és a rendelettervezetet elfogadni szíveskedjenek.</w:t>
      </w:r>
    </w:p>
    <w:p w:rsidR="00087CF9" w:rsidRDefault="00087CF9" w:rsidP="00E1379E">
      <w:pPr>
        <w:pStyle w:val="NoSpacing"/>
      </w:pPr>
    </w:p>
    <w:p w:rsidR="00087CF9" w:rsidRDefault="00087CF9" w:rsidP="00E1379E">
      <w:pPr>
        <w:pStyle w:val="NoSpacing"/>
      </w:pPr>
    </w:p>
    <w:p w:rsidR="00087CF9" w:rsidRDefault="00087CF9" w:rsidP="00E1379E">
      <w:pPr>
        <w:pStyle w:val="NoSpacing"/>
      </w:pPr>
    </w:p>
    <w:p w:rsidR="00087CF9" w:rsidRPr="0019619F" w:rsidRDefault="00087CF9" w:rsidP="00E1379E">
      <w:pPr>
        <w:pStyle w:val="NoSpacing"/>
        <w:rPr>
          <w:b/>
          <w:i/>
        </w:rPr>
      </w:pPr>
      <w:r w:rsidRPr="0019619F">
        <w:rPr>
          <w:b/>
          <w:i/>
        </w:rPr>
        <w:t>Nóráp, 2014. március 21.</w:t>
      </w:r>
    </w:p>
    <w:p w:rsidR="00087CF9" w:rsidRDefault="00087CF9" w:rsidP="00E1379E">
      <w:pPr>
        <w:pStyle w:val="NoSpacing"/>
      </w:pPr>
    </w:p>
    <w:p w:rsidR="00087CF9" w:rsidRDefault="00087CF9" w:rsidP="00E1379E">
      <w:pPr>
        <w:pStyle w:val="NoSpacing"/>
      </w:pPr>
      <w:r>
        <w:tab/>
      </w:r>
      <w:r>
        <w:tab/>
      </w:r>
      <w:r>
        <w:tab/>
      </w:r>
      <w:r>
        <w:tab/>
      </w:r>
      <w:r>
        <w:tab/>
      </w:r>
      <w:r>
        <w:tab/>
      </w:r>
      <w:r>
        <w:tab/>
        <w:t>Kissné Szántó Mária</w:t>
      </w:r>
    </w:p>
    <w:p w:rsidR="00087CF9" w:rsidRDefault="00087CF9" w:rsidP="00E1379E">
      <w:pPr>
        <w:pStyle w:val="NoSpacing"/>
      </w:pPr>
      <w:r>
        <w:tab/>
      </w:r>
      <w:r>
        <w:tab/>
      </w:r>
      <w:r>
        <w:tab/>
      </w:r>
      <w:r>
        <w:tab/>
      </w:r>
      <w:r>
        <w:tab/>
      </w:r>
      <w:r>
        <w:tab/>
      </w:r>
      <w:r>
        <w:tab/>
      </w:r>
      <w:r>
        <w:tab/>
        <w:t>aljegyző</w:t>
      </w:r>
    </w:p>
    <w:sectPr w:rsidR="00087CF9" w:rsidSect="0019619F">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379E"/>
    <w:rsid w:val="00087CF9"/>
    <w:rsid w:val="0019619F"/>
    <w:rsid w:val="001A6A59"/>
    <w:rsid w:val="002E47CB"/>
    <w:rsid w:val="00BE4C42"/>
    <w:rsid w:val="00DE788A"/>
    <w:rsid w:val="00E1379E"/>
    <w:rsid w:val="00EC2228"/>
    <w:rsid w:val="00F52636"/>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88A"/>
    <w:pPr>
      <w:widowControl w:val="0"/>
      <w:suppressAutoHyphens/>
    </w:pPr>
    <w:rPr>
      <w:rFonts w:ascii="Times New Roman" w:hAnsi="Times New Roman" w:cs="Tahoma"/>
      <w:color w:val="000000"/>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E1379E"/>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346</Words>
  <Characters>2391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ELŐTERJESZTÉS</dc:title>
  <dc:subject/>
  <dc:creator>Iroda06</dc:creator>
  <cp:keywords/>
  <dc:description/>
  <cp:lastModifiedBy>Pápakovácsi</cp:lastModifiedBy>
  <cp:revision>2</cp:revision>
  <cp:lastPrinted>2014-03-21T17:42:00Z</cp:lastPrinted>
  <dcterms:created xsi:type="dcterms:W3CDTF">2014-03-29T15:03:00Z</dcterms:created>
  <dcterms:modified xsi:type="dcterms:W3CDTF">2014-03-29T15:03:00Z</dcterms:modified>
</cp:coreProperties>
</file>